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A4528E3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3A3E4E54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38C0ADF9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9C6E4B">
              <w:rPr>
                <w:b/>
                <w:noProof/>
                <w:sz w:val="24"/>
              </w:rPr>
              <w:t>4</w:t>
            </w:r>
          </w:p>
          <w:p w14:paraId="4022174D" w14:textId="5DFE092F" w:rsidR="00D9793C" w:rsidRPr="00D9793C" w:rsidRDefault="00A4752A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Angaben des Anbieters</w:t>
            </w:r>
            <w:r w:rsidR="009C6E4B">
              <w:rPr>
                <w:b/>
                <w:noProof/>
                <w:sz w:val="24"/>
              </w:rPr>
              <w:t xml:space="preserve"> – Technischer Bericht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BF9CC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E0BC7E8" w14:textId="61114674" w:rsidR="00152CDF" w:rsidRDefault="00273A32" w:rsidP="00CA77CF">
            <w:bookmarkStart w:id="0" w:name="Version"/>
            <w:r w:rsidRPr="00273A32">
              <w:rPr>
                <w:b/>
                <w:noProof/>
                <w:sz w:val="24"/>
              </w:rPr>
              <w:t>Version 2.0 vom 31.03.2025</w:t>
            </w:r>
            <w:bookmarkEnd w:id="0"/>
          </w:p>
        </w:tc>
      </w:tr>
    </w:tbl>
    <w:p w14:paraId="115451C1" w14:textId="42D7B539" w:rsidR="0058774C" w:rsidRPr="0058774C" w:rsidRDefault="007427B5" w:rsidP="00097C4A">
      <w:pPr>
        <w:pStyle w:val="Verzeichnis1"/>
      </w:pPr>
      <w:r>
        <w:br w:type="page"/>
      </w:r>
    </w:p>
    <w:p w14:paraId="3621C153" w14:textId="76624462" w:rsidR="006A5737" w:rsidRDefault="009C6E4B" w:rsidP="009C6E4B">
      <w:r>
        <w:lastRenderedPageBreak/>
        <w:t xml:space="preserve">Technischer Bericht (max. zwei DIN-A4-Seiten, Arial 11 </w:t>
      </w:r>
      <w:r w:rsidR="00902A1E">
        <w:t>exkl.</w:t>
      </w:r>
      <w:r>
        <w:t xml:space="preserve"> Organigramm)</w:t>
      </w:r>
      <w:r w:rsidR="006A5737">
        <w:t xml:space="preserve"> welcher </w:t>
      </w:r>
      <w:r w:rsidR="00902A1E">
        <w:t xml:space="preserve">mindestens </w:t>
      </w:r>
      <w:r w:rsidR="006A5737">
        <w:t>die folgenden Themen behandelt:</w:t>
      </w:r>
    </w:p>
    <w:p w14:paraId="2EBC2D38" w14:textId="77777777" w:rsidR="006A5737" w:rsidRPr="00B02B03" w:rsidRDefault="006A5737" w:rsidP="006A5737">
      <w:pPr>
        <w:pStyle w:val="Listenabsatz"/>
        <w:numPr>
          <w:ilvl w:val="0"/>
          <w:numId w:val="15"/>
        </w:numPr>
        <w:rPr>
          <w:i/>
          <w:iCs/>
          <w:color w:val="FF0000"/>
          <w:highlight w:val="yellow"/>
        </w:rPr>
      </w:pPr>
      <w:r w:rsidRPr="00B02B03">
        <w:rPr>
          <w:i/>
          <w:iCs/>
          <w:color w:val="FF0000"/>
          <w:highlight w:val="yellow"/>
        </w:rPr>
        <w:t>Auftragsanalyse</w:t>
      </w:r>
    </w:p>
    <w:p w14:paraId="69E7FC52" w14:textId="5589D1B7" w:rsidR="006A5737" w:rsidRPr="00B02B03" w:rsidRDefault="00902A1E" w:rsidP="006A5737">
      <w:pPr>
        <w:pStyle w:val="Listenabsatz"/>
        <w:numPr>
          <w:ilvl w:val="0"/>
          <w:numId w:val="15"/>
        </w:numPr>
        <w:rPr>
          <w:i/>
          <w:iCs/>
          <w:color w:val="FF0000"/>
          <w:highlight w:val="yellow"/>
        </w:rPr>
      </w:pPr>
      <w:r w:rsidRPr="00B02B03">
        <w:rPr>
          <w:i/>
          <w:iCs/>
          <w:color w:val="FF0000"/>
          <w:highlight w:val="yellow"/>
        </w:rPr>
        <w:t>Terminplan und Meilensteine</w:t>
      </w:r>
    </w:p>
    <w:p w14:paraId="2A26552F" w14:textId="7DF6CB4B" w:rsidR="00902A1E" w:rsidRPr="00B02B03" w:rsidRDefault="00902A1E" w:rsidP="006A5737">
      <w:pPr>
        <w:pStyle w:val="Listenabsatz"/>
        <w:numPr>
          <w:ilvl w:val="0"/>
          <w:numId w:val="15"/>
        </w:numPr>
        <w:rPr>
          <w:i/>
          <w:iCs/>
          <w:color w:val="FF0000"/>
          <w:highlight w:val="yellow"/>
        </w:rPr>
      </w:pPr>
      <w:r w:rsidRPr="00B02B03">
        <w:rPr>
          <w:i/>
          <w:iCs/>
          <w:color w:val="FF0000"/>
          <w:highlight w:val="yellow"/>
        </w:rPr>
        <w:t>Beschreibung des Bauvorgangs und der Bauabläufe</w:t>
      </w:r>
    </w:p>
    <w:p w14:paraId="33C62D10" w14:textId="2A6CB339" w:rsidR="00AC4CEB" w:rsidRPr="00B02B03" w:rsidRDefault="00AC4CEB" w:rsidP="006A5737">
      <w:pPr>
        <w:pStyle w:val="Listenabsatz"/>
        <w:numPr>
          <w:ilvl w:val="0"/>
          <w:numId w:val="15"/>
        </w:numPr>
        <w:rPr>
          <w:i/>
          <w:iCs/>
          <w:color w:val="FF0000"/>
          <w:highlight w:val="yellow"/>
        </w:rPr>
      </w:pPr>
      <w:r w:rsidRPr="00B02B03">
        <w:rPr>
          <w:i/>
          <w:iCs/>
          <w:color w:val="FF0000"/>
          <w:highlight w:val="yellow"/>
        </w:rPr>
        <w:t>Weitere relevante Themen</w:t>
      </w:r>
      <w:r w:rsidR="009C6332" w:rsidRPr="00B02B03">
        <w:rPr>
          <w:i/>
          <w:iCs/>
          <w:color w:val="FF0000"/>
          <w:highlight w:val="yellow"/>
        </w:rPr>
        <w:t xml:space="preserve"> nach Einschätzung PV</w:t>
      </w:r>
    </w:p>
    <w:p w14:paraId="04D78D57" w14:textId="4798F54F" w:rsidR="009C6E4B" w:rsidRDefault="006A5737" w:rsidP="0075601F">
      <w:pPr>
        <w:pStyle w:val="Listenabsatz"/>
        <w:numPr>
          <w:ilvl w:val="0"/>
          <w:numId w:val="15"/>
        </w:numPr>
      </w:pPr>
      <w:r>
        <w:t xml:space="preserve">Weitere Themen nach Einschätzung des Anbieters </w:t>
      </w:r>
    </w:p>
    <w:p w14:paraId="5C55F94D" w14:textId="77777777" w:rsidR="009C6E4B" w:rsidRPr="00547B1C" w:rsidRDefault="009C6E4B" w:rsidP="009C6E4B">
      <w:pPr>
        <w:shd w:val="clear" w:color="auto" w:fill="F2F2F2" w:themeFill="background1" w:themeFillShade="F2"/>
        <w:rPr>
          <w:rFonts w:cs="Arial"/>
          <w:sz w:val="20"/>
        </w:rPr>
      </w:pPr>
      <w:r w:rsidRPr="0004661C">
        <w:rPr>
          <w:rFonts w:cs="Arial"/>
          <w:color w:val="0070C0"/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47B1C">
        <w:rPr>
          <w:rFonts w:cs="Arial"/>
          <w:color w:val="0070C0"/>
          <w:sz w:val="20"/>
        </w:rPr>
        <w:instrText xml:space="preserve"> FORMTEXT </w:instrText>
      </w:r>
      <w:r w:rsidRPr="0004661C">
        <w:rPr>
          <w:rFonts w:cs="Arial"/>
          <w:color w:val="0070C0"/>
          <w:sz w:val="20"/>
        </w:rPr>
      </w:r>
      <w:r w:rsidRPr="0004661C">
        <w:rPr>
          <w:rFonts w:cs="Arial"/>
          <w:color w:val="0070C0"/>
          <w:sz w:val="20"/>
        </w:rPr>
        <w:fldChar w:fldCharType="separate"/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>
        <w:rPr>
          <w:rFonts w:cs="Arial"/>
          <w:noProof/>
          <w:color w:val="0070C0"/>
          <w:sz w:val="20"/>
        </w:rPr>
        <w:t> </w:t>
      </w:r>
      <w:r w:rsidRPr="0004661C">
        <w:rPr>
          <w:rFonts w:cs="Arial"/>
          <w:color w:val="0070C0"/>
          <w:sz w:val="20"/>
        </w:rPr>
        <w:fldChar w:fldCharType="end"/>
      </w:r>
    </w:p>
    <w:p w14:paraId="6E18C342" w14:textId="68503701" w:rsidR="008C10FD" w:rsidRDefault="008C10FD" w:rsidP="009C6E4B">
      <w:pPr>
        <w:pStyle w:val="Standardtext"/>
        <w:ind w:left="0"/>
        <w:rPr>
          <w:b/>
          <w:strike/>
          <w:sz w:val="28"/>
        </w:rPr>
      </w:pPr>
    </w:p>
    <w:p w14:paraId="685AFF65" w14:textId="28C24EF9" w:rsidR="00097C4A" w:rsidRPr="00097C4A" w:rsidRDefault="00097C4A" w:rsidP="00097C4A"/>
    <w:p w14:paraId="415C6CD1" w14:textId="11C756E9" w:rsidR="00097C4A" w:rsidRPr="00097C4A" w:rsidRDefault="00097C4A" w:rsidP="00097C4A"/>
    <w:p w14:paraId="275DD8FA" w14:textId="5659A85D" w:rsidR="00097C4A" w:rsidRPr="00097C4A" w:rsidRDefault="00097C4A" w:rsidP="00097C4A"/>
    <w:p w14:paraId="489CE4CE" w14:textId="460297B0" w:rsidR="00097C4A" w:rsidRPr="00097C4A" w:rsidRDefault="00097C4A" w:rsidP="00097C4A"/>
    <w:p w14:paraId="6C822782" w14:textId="583287A2" w:rsidR="00097C4A" w:rsidRPr="00097C4A" w:rsidRDefault="00097C4A" w:rsidP="00097C4A"/>
    <w:p w14:paraId="258A30CA" w14:textId="417E6E2E" w:rsidR="00097C4A" w:rsidRPr="00097C4A" w:rsidRDefault="00097C4A" w:rsidP="00097C4A"/>
    <w:p w14:paraId="2A55A86A" w14:textId="332AABD9" w:rsidR="00097C4A" w:rsidRDefault="00097C4A" w:rsidP="00097C4A">
      <w:pPr>
        <w:rPr>
          <w:b/>
          <w:strike/>
          <w:sz w:val="28"/>
        </w:rPr>
      </w:pPr>
    </w:p>
    <w:p w14:paraId="070F664C" w14:textId="74D42981" w:rsidR="00097C4A" w:rsidRPr="00097C4A" w:rsidRDefault="00097C4A" w:rsidP="00097C4A">
      <w:pPr>
        <w:tabs>
          <w:tab w:val="left" w:pos="5520"/>
        </w:tabs>
      </w:pPr>
      <w:r>
        <w:tab/>
      </w:r>
    </w:p>
    <w:sectPr w:rsidR="00097C4A" w:rsidRPr="00097C4A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1002DE" w:rsidRDefault="001002DE">
      <w:r>
        <w:separator/>
      </w:r>
    </w:p>
  </w:endnote>
  <w:endnote w:type="continuationSeparator" w:id="0">
    <w:p w14:paraId="377C0321" w14:textId="77777777" w:rsidR="001002DE" w:rsidRDefault="001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1002DE" w:rsidRDefault="001002D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0934C814" w:rsidR="001002DE" w:rsidRDefault="00273A32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273A32">
      <w:rPr>
        <w:snapToGrid w:val="0"/>
        <w:sz w:val="16"/>
        <w:szCs w:val="16"/>
      </w:rPr>
      <w:fldChar w:fldCharType="begin"/>
    </w:r>
    <w:r w:rsidRPr="00273A32">
      <w:rPr>
        <w:snapToGrid w:val="0"/>
        <w:sz w:val="16"/>
        <w:szCs w:val="16"/>
      </w:rPr>
      <w:instrText xml:space="preserve"> REF  Version  \* MERGEFORMAT </w:instrText>
    </w:r>
    <w:r w:rsidRPr="00273A32">
      <w:rPr>
        <w:snapToGrid w:val="0"/>
        <w:sz w:val="16"/>
        <w:szCs w:val="16"/>
      </w:rPr>
      <w:fldChar w:fldCharType="separate"/>
    </w:r>
    <w:r w:rsidRPr="00273A32">
      <w:rPr>
        <w:noProof/>
        <w:sz w:val="16"/>
        <w:szCs w:val="16"/>
      </w:rPr>
      <w:t>Version 2.0 vom 31.03.2025</w:t>
    </w:r>
    <w:r w:rsidRPr="00273A32">
      <w:rPr>
        <w:snapToGrid w:val="0"/>
        <w:sz w:val="16"/>
        <w:szCs w:val="16"/>
      </w:rPr>
      <w:fldChar w:fldCharType="end"/>
    </w:r>
    <w:r w:rsidR="001002DE">
      <w:rPr>
        <w:snapToGrid w:val="0"/>
        <w:sz w:val="16"/>
      </w:rPr>
      <w:tab/>
      <w:t xml:space="preserve">Seite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PAGE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  <w:r w:rsidR="001002DE">
      <w:rPr>
        <w:rStyle w:val="Seitenzahl"/>
        <w:sz w:val="16"/>
      </w:rPr>
      <w:t xml:space="preserve"> / </w:t>
    </w:r>
    <w:r w:rsidR="001002DE">
      <w:rPr>
        <w:rStyle w:val="Seitenzahl"/>
        <w:sz w:val="16"/>
      </w:rPr>
      <w:fldChar w:fldCharType="begin"/>
    </w:r>
    <w:r w:rsidR="001002DE">
      <w:rPr>
        <w:rStyle w:val="Seitenzahl"/>
        <w:sz w:val="16"/>
      </w:rPr>
      <w:instrText xml:space="preserve"> NUMPAGES </w:instrText>
    </w:r>
    <w:r w:rsidR="001002DE">
      <w:rPr>
        <w:rStyle w:val="Seitenzahl"/>
        <w:sz w:val="16"/>
      </w:rPr>
      <w:fldChar w:fldCharType="separate"/>
    </w:r>
    <w:r w:rsidR="001002DE">
      <w:rPr>
        <w:rStyle w:val="Seitenzahl"/>
        <w:noProof/>
        <w:sz w:val="16"/>
      </w:rPr>
      <w:t>14</w:t>
    </w:r>
    <w:r w:rsidR="001002DE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1002DE" w:rsidRDefault="001002DE">
      <w:r>
        <w:separator/>
      </w:r>
    </w:p>
  </w:footnote>
  <w:footnote w:type="continuationSeparator" w:id="0">
    <w:p w14:paraId="38598EDE" w14:textId="77777777" w:rsidR="001002DE" w:rsidRDefault="001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CD760" w14:textId="77777777" w:rsidR="00EB431C" w:rsidRDefault="00EB431C" w:rsidP="00EB431C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181F7C48" w14:textId="77777777" w:rsidR="00EB431C" w:rsidRDefault="00EB431C" w:rsidP="00EB431C">
    <w:pPr>
      <w:pStyle w:val="Kopfzeile"/>
      <w:jc w:val="right"/>
      <w:rPr>
        <w:sz w:val="20"/>
      </w:rPr>
    </w:pPr>
    <w:bookmarkStart w:id="1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1"/>
  <w:p w14:paraId="0AEF9A1F" w14:textId="77777777" w:rsidR="00EB431C" w:rsidRDefault="00EB431C" w:rsidP="00EB431C">
    <w:pPr>
      <w:pStyle w:val="Kopfzeile"/>
      <w:jc w:val="right"/>
      <w:rPr>
        <w:sz w:val="20"/>
      </w:rPr>
    </w:pPr>
    <w:r>
      <w:rPr>
        <w:sz w:val="20"/>
      </w:rPr>
      <w:t>Dokument D3</w:t>
    </w:r>
  </w:p>
  <w:p w14:paraId="4FD83A59" w14:textId="77777777" w:rsidR="001002DE" w:rsidRDefault="001002DE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EB431C" w14:paraId="37FED785" w14:textId="77777777" w:rsidTr="00E20A15">
      <w:trPr>
        <w:trHeight w:val="714"/>
      </w:trPr>
      <w:tc>
        <w:tcPr>
          <w:tcW w:w="5103" w:type="dxa"/>
          <w:vAlign w:val="bottom"/>
        </w:tcPr>
        <w:p w14:paraId="016F0BE9" w14:textId="77777777" w:rsidR="00EB431C" w:rsidRDefault="00EB431C" w:rsidP="00EB431C">
          <w:pPr>
            <w:pStyle w:val="Untertitel"/>
            <w:spacing w:after="0"/>
          </w:pPr>
          <w:bookmarkStart w:id="2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69EDD76" wp14:editId="57A2D108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1C39FF98" wp14:editId="780F1BF8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1C289BC6" w14:textId="77777777" w:rsidR="00EB431C" w:rsidRDefault="00EB431C" w:rsidP="00EB431C">
          <w:pPr>
            <w:pStyle w:val="Kopfzeile"/>
          </w:pPr>
        </w:p>
      </w:tc>
      <w:tc>
        <w:tcPr>
          <w:tcW w:w="1951" w:type="dxa"/>
        </w:tcPr>
        <w:p w14:paraId="5CECC243" w14:textId="77777777" w:rsidR="00EB431C" w:rsidRDefault="00EB431C" w:rsidP="00EB431C">
          <w:pPr>
            <w:pStyle w:val="Kopfzeile"/>
          </w:pPr>
          <w:bookmarkStart w:id="3" w:name="_Hlk148879324"/>
        </w:p>
        <w:p w14:paraId="01E566B0" w14:textId="77777777" w:rsidR="00EB431C" w:rsidRDefault="00EB431C" w:rsidP="00EB431C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76B0EA4F" wp14:editId="7C19C438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3"/>
        <w:p w14:paraId="58A11DBE" w14:textId="77777777" w:rsidR="00EB431C" w:rsidRDefault="00EB431C" w:rsidP="00EB431C">
          <w:pPr>
            <w:pStyle w:val="Kopfzeile"/>
            <w:ind w:firstLine="709"/>
          </w:pPr>
        </w:p>
      </w:tc>
    </w:tr>
    <w:bookmarkEnd w:id="2"/>
  </w:tbl>
  <w:p w14:paraId="783A5B9D" w14:textId="77777777" w:rsidR="001002DE" w:rsidRPr="002A0B12" w:rsidRDefault="001002DE" w:rsidP="00EB43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DA0B06"/>
    <w:multiLevelType w:val="hybridMultilevel"/>
    <w:tmpl w:val="14BE27A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7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39754052">
    <w:abstractNumId w:val="0"/>
  </w:num>
  <w:num w:numId="2" w16cid:durableId="1183982400">
    <w:abstractNumId w:val="1"/>
  </w:num>
  <w:num w:numId="3" w16cid:durableId="654379185">
    <w:abstractNumId w:val="6"/>
  </w:num>
  <w:num w:numId="4" w16cid:durableId="844053020">
    <w:abstractNumId w:val="2"/>
  </w:num>
  <w:num w:numId="5" w16cid:durableId="2135757173">
    <w:abstractNumId w:val="7"/>
  </w:num>
  <w:num w:numId="6" w16cid:durableId="1717201505">
    <w:abstractNumId w:val="3"/>
  </w:num>
  <w:num w:numId="7" w16cid:durableId="1677876400">
    <w:abstractNumId w:val="9"/>
  </w:num>
  <w:num w:numId="8" w16cid:durableId="347026402">
    <w:abstractNumId w:val="9"/>
  </w:num>
  <w:num w:numId="9" w16cid:durableId="1158575974">
    <w:abstractNumId w:val="4"/>
  </w:num>
  <w:num w:numId="10" w16cid:durableId="1936553728">
    <w:abstractNumId w:val="8"/>
  </w:num>
  <w:num w:numId="11" w16cid:durableId="124860081">
    <w:abstractNumId w:val="1"/>
  </w:num>
  <w:num w:numId="12" w16cid:durableId="1092354171">
    <w:abstractNumId w:val="1"/>
  </w:num>
  <w:num w:numId="13" w16cid:durableId="169875401">
    <w:abstractNumId w:val="1"/>
  </w:num>
  <w:num w:numId="14" w16cid:durableId="1715885575">
    <w:abstractNumId w:val="1"/>
  </w:num>
  <w:num w:numId="15" w16cid:durableId="26470120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97C4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C3C29"/>
    <w:rsid w:val="001C794E"/>
    <w:rsid w:val="001D01C9"/>
    <w:rsid w:val="001D14F7"/>
    <w:rsid w:val="001D6702"/>
    <w:rsid w:val="001E1A3A"/>
    <w:rsid w:val="001E6AF2"/>
    <w:rsid w:val="001F1A4F"/>
    <w:rsid w:val="001F1DFD"/>
    <w:rsid w:val="001F5341"/>
    <w:rsid w:val="001F679E"/>
    <w:rsid w:val="001F6EBB"/>
    <w:rsid w:val="00212103"/>
    <w:rsid w:val="00214000"/>
    <w:rsid w:val="00215444"/>
    <w:rsid w:val="002163B9"/>
    <w:rsid w:val="00216CFF"/>
    <w:rsid w:val="00221101"/>
    <w:rsid w:val="002211C4"/>
    <w:rsid w:val="00226AC7"/>
    <w:rsid w:val="0022727D"/>
    <w:rsid w:val="00230157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3A32"/>
    <w:rsid w:val="00275D45"/>
    <w:rsid w:val="00292640"/>
    <w:rsid w:val="00294C19"/>
    <w:rsid w:val="00295664"/>
    <w:rsid w:val="002A6EBF"/>
    <w:rsid w:val="002B064F"/>
    <w:rsid w:val="002C07BE"/>
    <w:rsid w:val="002C07DB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30182"/>
    <w:rsid w:val="0034621D"/>
    <w:rsid w:val="00346D63"/>
    <w:rsid w:val="003660AD"/>
    <w:rsid w:val="003728ED"/>
    <w:rsid w:val="00374166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5987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7021"/>
    <w:rsid w:val="004D771C"/>
    <w:rsid w:val="004E2500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2B0F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4226D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5737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1F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010E"/>
    <w:rsid w:val="007C6DA2"/>
    <w:rsid w:val="007D3987"/>
    <w:rsid w:val="007D73C5"/>
    <w:rsid w:val="007F0656"/>
    <w:rsid w:val="007F48B5"/>
    <w:rsid w:val="007F6163"/>
    <w:rsid w:val="007F6E4E"/>
    <w:rsid w:val="00801516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5AB3"/>
    <w:rsid w:val="00853EAF"/>
    <w:rsid w:val="00855B43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2A1E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332"/>
    <w:rsid w:val="009C67CA"/>
    <w:rsid w:val="009C6E4B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651C"/>
    <w:rsid w:val="00A37271"/>
    <w:rsid w:val="00A43FE7"/>
    <w:rsid w:val="00A4752A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4CEB"/>
    <w:rsid w:val="00AC6ED8"/>
    <w:rsid w:val="00AD610A"/>
    <w:rsid w:val="00AE7FEC"/>
    <w:rsid w:val="00AF62D2"/>
    <w:rsid w:val="00AF6BC6"/>
    <w:rsid w:val="00B01CC1"/>
    <w:rsid w:val="00B02B03"/>
    <w:rsid w:val="00B0683C"/>
    <w:rsid w:val="00B109C4"/>
    <w:rsid w:val="00B11265"/>
    <w:rsid w:val="00B17EA5"/>
    <w:rsid w:val="00B26B16"/>
    <w:rsid w:val="00B2793F"/>
    <w:rsid w:val="00B301D5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A77CF"/>
    <w:rsid w:val="00CB1D60"/>
    <w:rsid w:val="00CB7ADB"/>
    <w:rsid w:val="00CC5FB6"/>
    <w:rsid w:val="00CC717B"/>
    <w:rsid w:val="00CC7FA7"/>
    <w:rsid w:val="00CD0A64"/>
    <w:rsid w:val="00CD6A84"/>
    <w:rsid w:val="00CD76B2"/>
    <w:rsid w:val="00CE69AA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4472"/>
    <w:rsid w:val="00D3468C"/>
    <w:rsid w:val="00D5008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5396A"/>
    <w:rsid w:val="00E542F0"/>
    <w:rsid w:val="00E75AE4"/>
    <w:rsid w:val="00E918E0"/>
    <w:rsid w:val="00E93123"/>
    <w:rsid w:val="00E93BEF"/>
    <w:rsid w:val="00E95F9E"/>
    <w:rsid w:val="00EA39F2"/>
    <w:rsid w:val="00EA3E57"/>
    <w:rsid w:val="00EA44F5"/>
    <w:rsid w:val="00EA772B"/>
    <w:rsid w:val="00EB431C"/>
    <w:rsid w:val="00EC4E40"/>
    <w:rsid w:val="00ED13B9"/>
    <w:rsid w:val="00ED23FA"/>
    <w:rsid w:val="00ED43E3"/>
    <w:rsid w:val="00EE1DDB"/>
    <w:rsid w:val="00EE4A16"/>
    <w:rsid w:val="00EE50B5"/>
    <w:rsid w:val="00EE67A8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7E2C"/>
    <w:rsid w:val="00FC1454"/>
    <w:rsid w:val="00FC1BE8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EB431C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EB431C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EB431C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20691D-5E81-4D1D-BD45-6040821A3D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BFC58-C282-4BA9-BD62-27EAAE213DDE}">
  <ds:schemaRefs>
    <ds:schemaRef ds:uri="http://schemas.microsoft.com/office/2006/metadata/properties"/>
    <ds:schemaRef ds:uri="http://schemas.microsoft.com/office/infopath/2007/PartnerControls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3.xml><?xml version="1.0" encoding="utf-8"?>
<ds:datastoreItem xmlns:ds="http://schemas.openxmlformats.org/officeDocument/2006/customXml" ds:itemID="{247ECD3A-C675-495F-BC26-8BF67EFB8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EAC5F-5619-4894-8138-4416DD734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57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497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2021-09-10T18:52:00Z</cp:lastPrinted>
  <dcterms:created xsi:type="dcterms:W3CDTF">2025-03-24T13:56:00Z</dcterms:created>
  <dcterms:modified xsi:type="dcterms:W3CDTF">2025-03-24T13:56:00Z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